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3636BE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3636BE" w:rsidTr="00F45AB8">
        <w:trPr>
          <w:trHeight w:val="221"/>
        </w:trPr>
        <w:tc>
          <w:tcPr>
            <w:tcW w:w="5983" w:type="dxa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F45AB8">
        <w:trPr>
          <w:trHeight w:val="219"/>
        </w:trPr>
        <w:tc>
          <w:tcPr>
            <w:tcW w:w="5983" w:type="dxa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EC66AE" w:rsidRPr="003636BE" w:rsidTr="000A0718">
        <w:trPr>
          <w:trHeight w:val="283"/>
        </w:trPr>
        <w:tc>
          <w:tcPr>
            <w:tcW w:w="3227" w:type="dxa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953" w:type="dxa"/>
            <w:vAlign w:val="center"/>
          </w:tcPr>
          <w:p w:rsidR="00EC66AE" w:rsidRPr="003636BE" w:rsidRDefault="004D7385" w:rsidP="00D8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</w:t>
            </w:r>
            <w:r w:rsidR="003636BE" w:rsidRPr="00363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 technologií </w:t>
            </w:r>
            <w:proofErr w:type="spellStart"/>
            <w:r w:rsidR="003636BE" w:rsidRPr="00363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datacenter</w:t>
            </w:r>
            <w:proofErr w:type="spellEnd"/>
            <w:r w:rsidR="003636BE" w:rsidRPr="00363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2018</w:t>
            </w: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953" w:type="dxa"/>
            <w:vAlign w:val="center"/>
          </w:tcPr>
          <w:p w:rsidR="000A0718" w:rsidRPr="003636BE" w:rsidRDefault="00EC66AE" w:rsidP="000A0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péče 3316/12A, 401 13  Ústí nad Labem</w:t>
            </w:r>
            <w:r w:rsidR="000A0718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="000A0718" w:rsidRPr="003636BE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</w:t>
            </w:r>
            <w:r w:rsidR="000A0718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/DIČ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7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Ing. </w:t>
            </w:r>
            <w:r w:rsidR="003F3512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Petr Fiala</w:t>
            </w: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="003F3512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generální </w:t>
            </w: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ředitel </w:t>
            </w:r>
            <w:r w:rsidR="000A0718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společnosti</w:t>
            </w: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535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jednat jménem </w:t>
            </w:r>
            <w:r w:rsidR="00535BB4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uchazeče: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7A1DE9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DPH </w:t>
            </w:r>
            <w:r w:rsidR="00EC66AE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15 %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7A1DE9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DPH </w:t>
            </w:r>
            <w:r w:rsidR="00EC66AE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21 %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3636BE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3636BE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3636BE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3636BE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EC66AE" w:rsidRPr="003636BE" w:rsidRDefault="00EC66AE" w:rsidP="00EC66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636B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3636B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D3459" w:rsidRPr="003636BE" w:rsidRDefault="00FD3459">
      <w:pPr>
        <w:rPr>
          <w:rFonts w:ascii="Times New Roman" w:hAnsi="Times New Roman" w:cs="Times New Roman"/>
          <w:sz w:val="24"/>
          <w:szCs w:val="24"/>
        </w:rPr>
      </w:pPr>
    </w:p>
    <w:sectPr w:rsidR="00FD3459" w:rsidRPr="003636BE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8AE" w:rsidRDefault="00DD68AE">
      <w:pPr>
        <w:spacing w:after="0" w:line="240" w:lineRule="auto"/>
      </w:pPr>
      <w:r>
        <w:separator/>
      </w:r>
    </w:p>
  </w:endnote>
  <w:endnote w:type="continuationSeparator" w:id="0">
    <w:p w:rsidR="00DD68AE" w:rsidRDefault="00DD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3636BE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3636BE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DD68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DD68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8AE" w:rsidRDefault="00DD68AE">
      <w:pPr>
        <w:spacing w:after="0" w:line="240" w:lineRule="auto"/>
      </w:pPr>
      <w:r>
        <w:separator/>
      </w:r>
    </w:p>
  </w:footnote>
  <w:footnote w:type="continuationSeparator" w:id="0">
    <w:p w:rsidR="00DD68AE" w:rsidRDefault="00DD6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341A22"/>
    <w:rsid w:val="003636BE"/>
    <w:rsid w:val="003D40C9"/>
    <w:rsid w:val="003F3512"/>
    <w:rsid w:val="00454914"/>
    <w:rsid w:val="004D68C3"/>
    <w:rsid w:val="004D7385"/>
    <w:rsid w:val="00523666"/>
    <w:rsid w:val="00535BB4"/>
    <w:rsid w:val="00637E59"/>
    <w:rsid w:val="006625C2"/>
    <w:rsid w:val="00691187"/>
    <w:rsid w:val="006D0552"/>
    <w:rsid w:val="00705D22"/>
    <w:rsid w:val="007A1DE9"/>
    <w:rsid w:val="007F12CB"/>
    <w:rsid w:val="007F57EE"/>
    <w:rsid w:val="00825379"/>
    <w:rsid w:val="008814B9"/>
    <w:rsid w:val="008F5826"/>
    <w:rsid w:val="00942343"/>
    <w:rsid w:val="00943EC2"/>
    <w:rsid w:val="00961073"/>
    <w:rsid w:val="00993DF8"/>
    <w:rsid w:val="009D7F1C"/>
    <w:rsid w:val="00B11D4D"/>
    <w:rsid w:val="00C81D76"/>
    <w:rsid w:val="00C95C63"/>
    <w:rsid w:val="00CC5784"/>
    <w:rsid w:val="00D05EF5"/>
    <w:rsid w:val="00D876BF"/>
    <w:rsid w:val="00DD68AE"/>
    <w:rsid w:val="00E32607"/>
    <w:rsid w:val="00E73CAD"/>
    <w:rsid w:val="00EC66AE"/>
    <w:rsid w:val="00F10524"/>
    <w:rsid w:val="00F13807"/>
    <w:rsid w:val="00F458B9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CA380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Fridrichová Lenka</cp:lastModifiedBy>
  <cp:revision>3</cp:revision>
  <dcterms:created xsi:type="dcterms:W3CDTF">2017-03-06T14:34:00Z</dcterms:created>
  <dcterms:modified xsi:type="dcterms:W3CDTF">2018-01-09T12:26:00Z</dcterms:modified>
</cp:coreProperties>
</file>